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1D43" w14:textId="0F590350" w:rsidR="00A9665D" w:rsidRPr="003F6C34" w:rsidRDefault="007173A9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 w:rsidRPr="007173A9">
        <w:rPr>
          <w:b/>
          <w:bCs/>
          <w:spacing w:val="20"/>
          <w:sz w:val="20"/>
        </w:rPr>
        <w:t>23SVTJ1ME1</w:t>
      </w:r>
      <w:r w:rsidR="00A9665D" w:rsidRPr="003F6C34">
        <w:rPr>
          <w:b/>
          <w:bCs/>
          <w:spacing w:val="20"/>
          <w:sz w:val="20"/>
        </w:rPr>
        <w:t xml:space="preserve"> </w:t>
      </w:r>
      <w:r w:rsidR="00692B22" w:rsidRPr="003F6C34">
        <w:rPr>
          <w:b/>
          <w:bCs/>
          <w:spacing w:val="20"/>
          <w:sz w:val="20"/>
        </w:rPr>
        <w:t>/</w:t>
      </w:r>
      <w:r w:rsidR="00A9665D" w:rsidRPr="003F6C34">
        <w:rPr>
          <w:b/>
          <w:bCs/>
          <w:spacing w:val="20"/>
          <w:sz w:val="20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77F3866E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725BC3">
        <w:rPr>
          <w:spacing w:val="6"/>
          <w:sz w:val="28"/>
        </w:rPr>
        <w:t>le texte</w:t>
      </w:r>
      <w:r w:rsidRPr="00885D73">
        <w:rPr>
          <w:spacing w:val="6"/>
          <w:sz w:val="28"/>
        </w:rPr>
        <w:t> ;</w:t>
      </w:r>
    </w:p>
    <w:p w14:paraId="2E196519" w14:textId="428BFC40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7173A9">
        <w:rPr>
          <w:spacing w:val="6"/>
          <w:sz w:val="28"/>
        </w:rPr>
        <w:t>les planches tactiles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Pr="00A9665D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6530B8CA" w14:textId="734536AE" w:rsidR="00640E06" w:rsidRDefault="00D87E98" w:rsidP="00580BBA">
      <w:pPr>
        <w:spacing w:line="300" w:lineRule="auto"/>
        <w:outlineLvl w:val="9"/>
        <w:rPr>
          <w:spacing w:val="6"/>
          <w:sz w:val="28"/>
        </w:rPr>
      </w:pPr>
      <w:r>
        <w:rPr>
          <w:spacing w:val="6"/>
          <w:sz w:val="28"/>
        </w:rPr>
        <w:t>T</w:t>
      </w:r>
      <w:r w:rsidR="00725BC3">
        <w:rPr>
          <w:spacing w:val="6"/>
          <w:sz w:val="28"/>
        </w:rPr>
        <w:t>exte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44F14300" w14:textId="77777777" w:rsidR="007173A9" w:rsidRPr="003F6C34" w:rsidRDefault="007173A9" w:rsidP="007173A9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r w:rsidRPr="007173A9">
        <w:rPr>
          <w:b/>
          <w:bCs/>
          <w:spacing w:val="20"/>
          <w:sz w:val="20"/>
        </w:rPr>
        <w:lastRenderedPageBreak/>
        <w:t>23SVTJ1ME1</w:t>
      </w:r>
      <w:r w:rsidRPr="003F6C34">
        <w:rPr>
          <w:b/>
          <w:bCs/>
          <w:spacing w:val="20"/>
          <w:sz w:val="20"/>
        </w:rPr>
        <w:t xml:space="preserve"> / Braille intégral</w:t>
      </w:r>
    </w:p>
    <w:p w14:paraId="76A42C91" w14:textId="77777777" w:rsidR="007173A9" w:rsidRPr="00885D73" w:rsidRDefault="007173A9" w:rsidP="007173A9">
      <w:pPr>
        <w:spacing w:line="300" w:lineRule="auto"/>
        <w:outlineLvl w:val="9"/>
        <w:rPr>
          <w:spacing w:val="6"/>
        </w:rPr>
      </w:pPr>
    </w:p>
    <w:p w14:paraId="134EA127" w14:textId="77777777" w:rsidR="007173A9" w:rsidRDefault="007173A9" w:rsidP="007173A9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4A890CFD" w14:textId="77777777" w:rsidR="007173A9" w:rsidRPr="00580BBA" w:rsidRDefault="007173A9" w:rsidP="007173A9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06C42C1E" w14:textId="267DBED0" w:rsidR="007173A9" w:rsidRPr="00885D73" w:rsidRDefault="007173A9" w:rsidP="007173A9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 xml:space="preserve">le </w:t>
      </w:r>
      <w:r w:rsidR="00725BC3">
        <w:rPr>
          <w:spacing w:val="6"/>
          <w:sz w:val="28"/>
        </w:rPr>
        <w:t>texte</w:t>
      </w:r>
      <w:r w:rsidRPr="00885D73">
        <w:rPr>
          <w:spacing w:val="6"/>
          <w:sz w:val="28"/>
        </w:rPr>
        <w:t> ;</w:t>
      </w:r>
    </w:p>
    <w:p w14:paraId="2EDD2516" w14:textId="77777777" w:rsidR="007173A9" w:rsidRDefault="007173A9" w:rsidP="007173A9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Pr="00A9665D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EABEE8D" w14:textId="5C3069C8" w:rsidR="00640E06" w:rsidRDefault="007173A9" w:rsidP="00640E06">
      <w:pPr>
        <w:spacing w:line="300" w:lineRule="auto"/>
        <w:outlineLvl w:val="9"/>
        <w:rPr>
          <w:spacing w:val="6"/>
          <w:sz w:val="28"/>
        </w:rPr>
      </w:pPr>
      <w:r>
        <w:rPr>
          <w:spacing w:val="6"/>
          <w:sz w:val="28"/>
        </w:rPr>
        <w:t>Planches tactiles</w:t>
      </w: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374FC" w14:textId="77777777" w:rsidR="00CD48F5" w:rsidRDefault="00CD48F5" w:rsidP="00885D73">
      <w:r>
        <w:separator/>
      </w:r>
    </w:p>
  </w:endnote>
  <w:endnote w:type="continuationSeparator" w:id="0">
    <w:p w14:paraId="6B0B9A6C" w14:textId="77777777" w:rsidR="00CD48F5" w:rsidRDefault="00CD48F5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1389C" w14:textId="77777777" w:rsidR="00CD48F5" w:rsidRDefault="00CD48F5" w:rsidP="00885D73">
      <w:r>
        <w:separator/>
      </w:r>
    </w:p>
  </w:footnote>
  <w:footnote w:type="continuationSeparator" w:id="0">
    <w:p w14:paraId="6C24F775" w14:textId="77777777" w:rsidR="00CD48F5" w:rsidRDefault="00CD48F5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24584"/>
    <w:rsid w:val="003F6C34"/>
    <w:rsid w:val="00400BB0"/>
    <w:rsid w:val="004210F1"/>
    <w:rsid w:val="004636A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5C7879"/>
    <w:rsid w:val="00631AFA"/>
    <w:rsid w:val="00637ADD"/>
    <w:rsid w:val="00637CE7"/>
    <w:rsid w:val="00640E06"/>
    <w:rsid w:val="00651469"/>
    <w:rsid w:val="0068212D"/>
    <w:rsid w:val="00687D26"/>
    <w:rsid w:val="00692B22"/>
    <w:rsid w:val="007173A9"/>
    <w:rsid w:val="00725BC3"/>
    <w:rsid w:val="007E3B20"/>
    <w:rsid w:val="008204EC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D48F5"/>
    <w:rsid w:val="00CF5111"/>
    <w:rsid w:val="00D6488C"/>
    <w:rsid w:val="00D87E98"/>
    <w:rsid w:val="00D97FE9"/>
    <w:rsid w:val="00DD555B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9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10</cp:revision>
  <cp:lastPrinted>2023-02-24T11:54:00Z</cp:lastPrinted>
  <dcterms:created xsi:type="dcterms:W3CDTF">2018-04-14T08:44:00Z</dcterms:created>
  <dcterms:modified xsi:type="dcterms:W3CDTF">2023-02-24T11:54:00Z</dcterms:modified>
</cp:coreProperties>
</file>